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20FE6BA1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5833A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2AF8F65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</w:t>
      </w:r>
      <w:r w:rsidR="00E3376A">
        <w:rPr>
          <w:rFonts w:ascii="Arial" w:hAnsi="Arial" w:cs="Arial"/>
          <w:b/>
        </w:rPr>
        <w:t xml:space="preserve"> a ostatních požadavků na nadlimitní veřejnou zakázku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49F0B8D4" w:rsidR="005833A6" w:rsidRPr="007D4FF6" w:rsidRDefault="00D8160F" w:rsidP="00E3376A">
            <w:pPr>
              <w:pStyle w:val="Zhlav"/>
              <w:jc w:val="center"/>
              <w:rPr>
                <w:rFonts w:ascii="Arial" w:hAnsi="Arial" w:cs="Arial"/>
                <w:b/>
              </w:rPr>
            </w:pPr>
            <w:r w:rsidRPr="007D4FF6">
              <w:rPr>
                <w:rFonts w:ascii="Arial" w:hAnsi="Arial" w:cs="Arial"/>
                <w:b/>
              </w:rPr>
              <w:t>Název veřejné zakázky:</w:t>
            </w:r>
            <w:r w:rsidR="00347CA7" w:rsidRPr="007D4FF6">
              <w:rPr>
                <w:rFonts w:ascii="Arial" w:hAnsi="Arial" w:cs="Arial"/>
                <w:b/>
              </w:rPr>
              <w:t xml:space="preserve"> </w:t>
            </w:r>
            <w:r w:rsidR="0073796C" w:rsidRPr="007D4FF6">
              <w:rPr>
                <w:rFonts w:ascii="Arial" w:hAnsi="Arial" w:cs="Arial"/>
                <w:b/>
              </w:rPr>
              <w:t>VZ</w:t>
            </w:r>
            <w:r w:rsidR="001F7D88">
              <w:rPr>
                <w:rFonts w:ascii="Arial" w:hAnsi="Arial" w:cs="Arial"/>
                <w:b/>
              </w:rPr>
              <w:t>06</w:t>
            </w:r>
            <w:r w:rsidR="00E3376A">
              <w:rPr>
                <w:rFonts w:ascii="Arial" w:hAnsi="Arial" w:cs="Arial"/>
                <w:b/>
              </w:rPr>
              <w:t>/2020</w:t>
            </w:r>
            <w:r w:rsidR="00524C43" w:rsidRPr="007D4FF6">
              <w:rPr>
                <w:rFonts w:ascii="Arial" w:hAnsi="Arial" w:cs="Arial"/>
                <w:b/>
              </w:rPr>
              <w:t xml:space="preserve"> - </w:t>
            </w:r>
            <w:r w:rsidR="00D30A5C" w:rsidRPr="007D4FF6">
              <w:rPr>
                <w:rFonts w:ascii="Arial" w:hAnsi="Arial" w:cs="Arial"/>
                <w:b/>
              </w:rPr>
              <w:t>„</w:t>
            </w:r>
            <w:r w:rsidR="00E3376A">
              <w:rPr>
                <w:rFonts w:ascii="Arial" w:hAnsi="Arial" w:cs="Arial"/>
                <w:b/>
              </w:rPr>
              <w:t>Nákup velkého přenosového vozu pro potřebu ČRo Praha</w:t>
            </w:r>
            <w:r w:rsidR="00D30A5C" w:rsidRPr="007D4FF6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E3376A">
      <w:pPr>
        <w:jc w:val="both"/>
        <w:rPr>
          <w:rFonts w:ascii="Arial" w:hAnsi="Arial" w:cs="Arial"/>
          <w:sz w:val="18"/>
          <w:szCs w:val="18"/>
        </w:rPr>
      </w:pPr>
    </w:p>
    <w:p w14:paraId="0E3A74C2" w14:textId="3124A814" w:rsidR="001132CC" w:rsidRPr="00E3376A" w:rsidRDefault="00BC04C5" w:rsidP="00E3376A">
      <w:pPr>
        <w:pStyle w:val="Default"/>
        <w:jc w:val="both"/>
      </w:pPr>
      <w:r w:rsidRPr="00447B8F">
        <w:rPr>
          <w:sz w:val="20"/>
          <w:szCs w:val="20"/>
        </w:rPr>
        <w:t xml:space="preserve">Ke dni </w:t>
      </w:r>
      <w:r w:rsidR="003A581C" w:rsidRPr="00447B8F">
        <w:rPr>
          <w:sz w:val="20"/>
          <w:szCs w:val="20"/>
          <w:highlight w:val="yellow"/>
        </w:rPr>
        <w:t>dd. mm. rrrr</w:t>
      </w:r>
      <w:r w:rsidR="003A581C" w:rsidRPr="00447B8F">
        <w:rPr>
          <w:sz w:val="20"/>
          <w:szCs w:val="20"/>
        </w:rPr>
        <w:t xml:space="preserve"> </w:t>
      </w:r>
      <w:r w:rsidR="001132CC" w:rsidRPr="00447B8F">
        <w:rPr>
          <w:sz w:val="20"/>
          <w:szCs w:val="20"/>
        </w:rPr>
        <w:t>prohlašuj</w:t>
      </w:r>
      <w:r w:rsidR="001137C9" w:rsidRPr="00447B8F">
        <w:rPr>
          <w:sz w:val="20"/>
          <w:szCs w:val="20"/>
        </w:rPr>
        <w:t>i</w:t>
      </w:r>
      <w:r w:rsidR="001132CC" w:rsidRPr="00447B8F">
        <w:rPr>
          <w:sz w:val="20"/>
          <w:szCs w:val="20"/>
        </w:rPr>
        <w:t xml:space="preserve">, že dodavatel </w:t>
      </w:r>
      <w:r w:rsidR="00447B8F" w:rsidRPr="00447B8F">
        <w:rPr>
          <w:b/>
          <w:szCs w:val="20"/>
        </w:rPr>
        <w:t>[</w:t>
      </w:r>
      <w:r w:rsidR="00447B8F" w:rsidRPr="00447B8F">
        <w:rPr>
          <w:b/>
          <w:szCs w:val="20"/>
          <w:highlight w:val="yellow"/>
        </w:rPr>
        <w:t>DOPLNIT</w:t>
      </w:r>
      <w:r w:rsidR="00447B8F" w:rsidRPr="00447B8F">
        <w:rPr>
          <w:b/>
          <w:szCs w:val="20"/>
        </w:rPr>
        <w:t>]</w:t>
      </w:r>
      <w:r w:rsidR="00E3376A">
        <w:rPr>
          <w:b/>
          <w:szCs w:val="20"/>
        </w:rPr>
        <w:t xml:space="preserve"> </w:t>
      </w:r>
      <w:r w:rsidR="00E3376A">
        <w:t xml:space="preserve"> </w:t>
      </w:r>
      <w:r w:rsidR="00E3376A">
        <w:rPr>
          <w:sz w:val="20"/>
          <w:szCs w:val="20"/>
        </w:rPr>
        <w:t>v rámci prokázání kvalifikace podle části B. odst. IV. Technická kvalifikace § 79 ZZVZ předkládá následující seznam významných referenčních zakázek:</w:t>
      </w:r>
    </w:p>
    <w:p w14:paraId="739DF304" w14:textId="77777777" w:rsidR="00AB2A63" w:rsidRPr="00447B8F" w:rsidRDefault="00AB2A63" w:rsidP="00E3376A">
      <w:pPr>
        <w:jc w:val="both"/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00ED028B" w14:textId="77777777" w:rsidR="00F92E8B" w:rsidRPr="002149FC" w:rsidRDefault="00F92E8B" w:rsidP="002149FC">
      <w:pPr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191AD7ED" w:rsidR="00D30A5C" w:rsidRPr="00447B8F" w:rsidRDefault="00D30A5C" w:rsidP="00E3376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E3376A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E3376A"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77777777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7702E3FC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48CA3FDC" w:rsidR="00D30A5C" w:rsidRPr="00447B8F" w:rsidRDefault="00D30A5C" w:rsidP="00E3376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E3376A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E3376A">
              <w:rPr>
                <w:rFonts w:ascii="Arial" w:hAnsi="Arial" w:cs="Arial"/>
                <w:sz w:val="20"/>
                <w:szCs w:val="20"/>
              </w:rPr>
              <w:t>oddávka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1159CD" w14:textId="2593529B" w:rsidR="008D22E2" w:rsidRDefault="008D22E2" w:rsidP="00226F14">
      <w:pPr>
        <w:rPr>
          <w:rFonts w:ascii="Arial" w:hAnsi="Arial" w:cs="Arial"/>
          <w:color w:val="FF0000"/>
          <w:sz w:val="20"/>
          <w:szCs w:val="20"/>
        </w:rPr>
      </w:pPr>
    </w:p>
    <w:p w14:paraId="78832378" w14:textId="63EC8F64" w:rsidR="002F3A83" w:rsidRDefault="002F3A83" w:rsidP="002F3A83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F3A83" w:rsidRPr="00447B8F" w14:paraId="4A761BD8" w14:textId="77777777" w:rsidTr="006356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F4A1B6" w14:textId="77777777" w:rsidR="002F3A83" w:rsidRPr="00447B8F" w:rsidRDefault="002F3A83" w:rsidP="0063561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oddávka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ECAB58" w14:textId="77777777" w:rsidR="002F3A83" w:rsidRPr="00447B8F" w:rsidRDefault="002F3A83" w:rsidP="006356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3A83" w:rsidRPr="00447B8F" w14:paraId="36688C91" w14:textId="77777777" w:rsidTr="006356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017153F" w14:textId="77777777" w:rsidR="002F3A83" w:rsidRPr="00447B8F" w:rsidRDefault="002F3A83" w:rsidP="006356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096DB52" w14:textId="77777777" w:rsidR="002F3A83" w:rsidRPr="00447B8F" w:rsidRDefault="002F3A83" w:rsidP="006356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3A83" w:rsidRPr="00447B8F" w14:paraId="6EC225F3" w14:textId="77777777" w:rsidTr="006356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3E55DDB" w14:textId="77777777" w:rsidR="002F3A83" w:rsidRPr="00447B8F" w:rsidRDefault="002F3A83" w:rsidP="006356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14E954A" w14:textId="77777777" w:rsidR="002F3A83" w:rsidRPr="00447B8F" w:rsidRDefault="002F3A83" w:rsidP="006356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3A83" w:rsidRPr="00447B8F" w14:paraId="4E10FCB9" w14:textId="77777777" w:rsidTr="006356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936D50A" w14:textId="77777777" w:rsidR="002F3A83" w:rsidRPr="00447B8F" w:rsidRDefault="002F3A83" w:rsidP="006356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7979A8E" w14:textId="77777777" w:rsidR="002F3A83" w:rsidRPr="00447B8F" w:rsidRDefault="002F3A83" w:rsidP="006356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F3A83" w:rsidRPr="00447B8F" w14:paraId="6B33D770" w14:textId="77777777" w:rsidTr="006356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CBC1574" w14:textId="77777777" w:rsidR="002F3A83" w:rsidRPr="00447B8F" w:rsidRDefault="002F3A83" w:rsidP="0063561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68FF195" w14:textId="77777777" w:rsidR="002F3A83" w:rsidRPr="00447B8F" w:rsidRDefault="002F3A83" w:rsidP="006356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FD4D5D5" w14:textId="3A1B1BC8" w:rsidR="002F3A83" w:rsidRDefault="002F3A83" w:rsidP="00226F14">
      <w:pPr>
        <w:rPr>
          <w:rFonts w:ascii="Arial" w:hAnsi="Arial" w:cs="Arial"/>
          <w:color w:val="FF0000"/>
          <w:sz w:val="20"/>
          <w:szCs w:val="20"/>
        </w:rPr>
      </w:pPr>
    </w:p>
    <w:p w14:paraId="3D059894" w14:textId="77777777" w:rsidR="002F3A83" w:rsidRDefault="002F3A83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77777777" w:rsidR="00226F14" w:rsidRPr="00447B8F" w:rsidRDefault="00226F14" w:rsidP="00226F1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33080F10" w14:textId="77777777" w:rsidR="00D30A5C" w:rsidRPr="0051683B" w:rsidRDefault="00D30A5C" w:rsidP="00D30A5C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02FA1247" w14:textId="77777777" w:rsidR="00593E12" w:rsidRPr="00E3376A" w:rsidRDefault="00593E12" w:rsidP="00E7755A">
      <w:pPr>
        <w:jc w:val="both"/>
        <w:rPr>
          <w:rFonts w:ascii="Arial" w:hAnsi="Arial" w:cs="Arial"/>
          <w:sz w:val="20"/>
          <w:szCs w:val="20"/>
        </w:rPr>
      </w:pPr>
    </w:p>
    <w:p w14:paraId="7825809F" w14:textId="2427B414" w:rsidR="001648E6" w:rsidRPr="00E3376A" w:rsidRDefault="001648E6" w:rsidP="001137C9">
      <w:pPr>
        <w:rPr>
          <w:rFonts w:ascii="Arial" w:hAnsi="Arial" w:cs="Arial"/>
          <w:sz w:val="20"/>
          <w:szCs w:val="20"/>
        </w:rPr>
      </w:pPr>
      <w:r w:rsidRPr="00E3376A">
        <w:rPr>
          <w:rFonts w:ascii="Arial" w:hAnsi="Arial" w:cs="Arial"/>
          <w:sz w:val="20"/>
          <w:szCs w:val="20"/>
        </w:rPr>
        <w:t>V</w:t>
      </w:r>
      <w:r w:rsidR="00BC04C5" w:rsidRPr="00E3376A">
        <w:rPr>
          <w:rFonts w:ascii="Arial" w:hAnsi="Arial" w:cs="Arial"/>
          <w:sz w:val="20"/>
          <w:szCs w:val="20"/>
        </w:rPr>
        <w:t> </w:t>
      </w:r>
      <w:r w:rsidR="00D64302" w:rsidRPr="00E3376A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E3376A">
        <w:rPr>
          <w:rFonts w:ascii="Arial" w:hAnsi="Arial" w:cs="Arial"/>
          <w:sz w:val="20"/>
          <w:szCs w:val="20"/>
        </w:rPr>
        <w:t xml:space="preserve"> </w:t>
      </w:r>
      <w:r w:rsidRPr="00E3376A">
        <w:rPr>
          <w:rFonts w:ascii="Arial" w:hAnsi="Arial" w:cs="Arial"/>
          <w:sz w:val="20"/>
          <w:szCs w:val="20"/>
        </w:rPr>
        <w:t xml:space="preserve">dne </w:t>
      </w:r>
      <w:r w:rsidRPr="00E3376A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2234329E" w14:textId="47869896" w:rsidR="00E3376A" w:rsidRPr="00E3376A" w:rsidRDefault="00E3376A" w:rsidP="001137C9">
      <w:pPr>
        <w:rPr>
          <w:rFonts w:ascii="Arial" w:hAnsi="Arial" w:cs="Arial"/>
          <w:sz w:val="20"/>
          <w:szCs w:val="20"/>
        </w:rPr>
      </w:pPr>
    </w:p>
    <w:p w14:paraId="11988D62" w14:textId="77777777" w:rsidR="00E3376A" w:rsidRPr="00E3376A" w:rsidRDefault="00E3376A" w:rsidP="001137C9">
      <w:pPr>
        <w:rPr>
          <w:rFonts w:ascii="Arial" w:hAnsi="Arial" w:cs="Arial"/>
          <w:sz w:val="20"/>
          <w:szCs w:val="20"/>
        </w:rPr>
      </w:pPr>
    </w:p>
    <w:p w14:paraId="41C9FB80" w14:textId="7CC23EE7" w:rsidR="00E3376A" w:rsidRPr="00E3376A" w:rsidRDefault="00E3376A" w:rsidP="001137C9">
      <w:pPr>
        <w:rPr>
          <w:rFonts w:ascii="Arial" w:hAnsi="Arial" w:cs="Arial"/>
          <w:sz w:val="20"/>
          <w:szCs w:val="20"/>
        </w:rPr>
      </w:pPr>
    </w:p>
    <w:p w14:paraId="4593CA60" w14:textId="3668A2F7" w:rsidR="00E3376A" w:rsidRPr="00E3376A" w:rsidRDefault="00E3376A" w:rsidP="00E3376A">
      <w:pPr>
        <w:pStyle w:val="Default"/>
        <w:rPr>
          <w:sz w:val="20"/>
          <w:szCs w:val="20"/>
        </w:rPr>
      </w:pPr>
      <w:r w:rsidRPr="00E3376A">
        <w:rPr>
          <w:sz w:val="20"/>
          <w:szCs w:val="20"/>
        </w:rPr>
        <w:t>Jméno, příjmení jednající osob</w:t>
      </w:r>
      <w:r w:rsidR="003037F1">
        <w:rPr>
          <w:sz w:val="20"/>
          <w:szCs w:val="20"/>
        </w:rPr>
        <w:t xml:space="preserve">y (jednajících osob): </w:t>
      </w:r>
      <w:r w:rsidRPr="00E3376A">
        <w:rPr>
          <w:sz w:val="20"/>
          <w:szCs w:val="20"/>
        </w:rPr>
        <w:t xml:space="preserve"> </w:t>
      </w:r>
      <w:r w:rsidR="00AE2BF1" w:rsidRPr="00447B8F">
        <w:rPr>
          <w:sz w:val="20"/>
          <w:szCs w:val="20"/>
          <w:highlight w:val="yellow"/>
        </w:rPr>
        <w:t>[</w:t>
      </w:r>
      <w:r w:rsidR="00AE2BF1" w:rsidRPr="00D64302">
        <w:rPr>
          <w:b/>
          <w:sz w:val="20"/>
          <w:szCs w:val="20"/>
          <w:highlight w:val="yellow"/>
        </w:rPr>
        <w:t>DOPLNIT</w:t>
      </w:r>
      <w:r w:rsidR="00AE2BF1" w:rsidRPr="00447B8F">
        <w:rPr>
          <w:sz w:val="20"/>
          <w:szCs w:val="20"/>
          <w:highlight w:val="yellow"/>
        </w:rPr>
        <w:t>]</w:t>
      </w:r>
    </w:p>
    <w:p w14:paraId="2A7A4715" w14:textId="77777777" w:rsidR="00E3376A" w:rsidRPr="00E3376A" w:rsidRDefault="00E3376A" w:rsidP="00E3376A">
      <w:pPr>
        <w:pStyle w:val="Default"/>
        <w:rPr>
          <w:sz w:val="20"/>
          <w:szCs w:val="20"/>
        </w:rPr>
      </w:pPr>
    </w:p>
    <w:p w14:paraId="6840DA42" w14:textId="77777777" w:rsidR="00E3376A" w:rsidRPr="00E3376A" w:rsidRDefault="00E3376A" w:rsidP="00E3376A">
      <w:pPr>
        <w:pStyle w:val="Default"/>
        <w:rPr>
          <w:sz w:val="20"/>
          <w:szCs w:val="20"/>
        </w:rPr>
      </w:pPr>
    </w:p>
    <w:p w14:paraId="35094EB6" w14:textId="77777777" w:rsidR="00E3376A" w:rsidRPr="00E3376A" w:rsidRDefault="00E3376A" w:rsidP="00E3376A">
      <w:pPr>
        <w:pStyle w:val="Default"/>
        <w:rPr>
          <w:sz w:val="20"/>
          <w:szCs w:val="20"/>
        </w:rPr>
      </w:pPr>
    </w:p>
    <w:p w14:paraId="51C7A695" w14:textId="1B01F464" w:rsidR="00E3376A" w:rsidRPr="00E3376A" w:rsidRDefault="00E3376A" w:rsidP="00E3376A">
      <w:pPr>
        <w:pStyle w:val="Default"/>
        <w:rPr>
          <w:sz w:val="20"/>
          <w:szCs w:val="20"/>
        </w:rPr>
      </w:pPr>
      <w:r w:rsidRPr="00E3376A">
        <w:rPr>
          <w:sz w:val="20"/>
          <w:szCs w:val="20"/>
        </w:rPr>
        <w:t xml:space="preserve">…………………………………………… </w:t>
      </w:r>
    </w:p>
    <w:p w14:paraId="42F42937" w14:textId="734E7692" w:rsidR="00E3376A" w:rsidRPr="00E3376A" w:rsidRDefault="00E3376A" w:rsidP="00E3376A">
      <w:pPr>
        <w:rPr>
          <w:rFonts w:ascii="Arial" w:hAnsi="Arial" w:cs="Arial"/>
          <w:sz w:val="20"/>
          <w:szCs w:val="20"/>
        </w:rPr>
      </w:pPr>
      <w:r w:rsidRPr="00E3376A">
        <w:rPr>
          <w:rFonts w:ascii="Arial" w:hAnsi="Arial" w:cs="Arial"/>
          <w:sz w:val="20"/>
          <w:szCs w:val="20"/>
        </w:rPr>
        <w:t>podpis (a případně razítko)</w:t>
      </w:r>
    </w:p>
    <w:sectPr w:rsidR="00E3376A" w:rsidRPr="00E3376A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0C08C" w14:textId="77777777" w:rsidR="00636E55" w:rsidRDefault="00636E55">
      <w:r>
        <w:separator/>
      </w:r>
    </w:p>
  </w:endnote>
  <w:endnote w:type="continuationSeparator" w:id="0">
    <w:p w14:paraId="78573613" w14:textId="77777777" w:rsidR="00636E55" w:rsidRDefault="0063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6B089" w14:textId="77777777" w:rsidR="00636E55" w:rsidRDefault="00636E55">
      <w:r>
        <w:separator/>
      </w:r>
    </w:p>
  </w:footnote>
  <w:footnote w:type="continuationSeparator" w:id="0">
    <w:p w14:paraId="69663FEE" w14:textId="77777777" w:rsidR="00636E55" w:rsidRDefault="00636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A4510"/>
    <w:rsid w:val="001B1CC0"/>
    <w:rsid w:val="001B5842"/>
    <w:rsid w:val="001B5B72"/>
    <w:rsid w:val="001B776C"/>
    <w:rsid w:val="001C4DE7"/>
    <w:rsid w:val="001C7E08"/>
    <w:rsid w:val="001D3BDE"/>
    <w:rsid w:val="001D42AB"/>
    <w:rsid w:val="001E06A1"/>
    <w:rsid w:val="001E0A39"/>
    <w:rsid w:val="001E63F7"/>
    <w:rsid w:val="001F1385"/>
    <w:rsid w:val="001F32C6"/>
    <w:rsid w:val="001F3A17"/>
    <w:rsid w:val="001F3E6C"/>
    <w:rsid w:val="001F7D88"/>
    <w:rsid w:val="001F7E88"/>
    <w:rsid w:val="00201570"/>
    <w:rsid w:val="00204BF8"/>
    <w:rsid w:val="002064F3"/>
    <w:rsid w:val="00206B3F"/>
    <w:rsid w:val="002116D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3A83"/>
    <w:rsid w:val="002F52FC"/>
    <w:rsid w:val="00301CE7"/>
    <w:rsid w:val="00302889"/>
    <w:rsid w:val="003037F1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33A6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36E55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4FF6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599D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2BF1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3A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76A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55A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43FB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337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2F0BB2355AE740B980BD281ED40522" ma:contentTypeVersion="" ma:contentTypeDescription="Vytvoří nový dokument" ma:contentTypeScope="" ma:versionID="5952dcfb89d60892eddf985b73440c5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$ListId:dokumentyvz;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AAF83C-C081-4529-B6F1-A6036B04E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2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Smejkalová Veronika</cp:lastModifiedBy>
  <cp:revision>2</cp:revision>
  <cp:lastPrinted>2018-04-16T14:33:00Z</cp:lastPrinted>
  <dcterms:created xsi:type="dcterms:W3CDTF">2020-01-31T10:43:00Z</dcterms:created>
  <dcterms:modified xsi:type="dcterms:W3CDTF">2020-01-31T10:43:00Z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0x0101009F2F0BB2355AE740B980BD281ED40522</vt:lpwstr>
  </property>
</Properties>
</file>